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7D51EF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/>
          <w:bCs/>
          <w:sz w:val="24"/>
          <w:szCs w:val="24"/>
        </w:rPr>
        <w:t xml:space="preserve">   </w:t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7D51EF" w:rsidR="006F31E2">
        <w:rPr>
          <w:rFonts w:ascii="Corbel" w:hAnsi="Corbel"/>
          <w:bCs/>
          <w:i/>
          <w:sz w:val="24"/>
          <w:szCs w:val="24"/>
        </w:rPr>
        <w:t>1.5</w:t>
      </w:r>
      <w:r w:rsidRPr="007D51EF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7D51EF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7D51EF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7D51EF" w:rsidR="00F17567">
        <w:rPr>
          <w:rFonts w:ascii="Corbel" w:hAnsi="Corbel"/>
          <w:bCs/>
          <w:i/>
          <w:sz w:val="24"/>
          <w:szCs w:val="24"/>
        </w:rPr>
        <w:t>12/2019</w:t>
      </w:r>
    </w:p>
    <w:p xmlns:wp14="http://schemas.microsoft.com/office/word/2010/wordml" w:rsidRPr="007D51EF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7D51EF" w:rsidR="0085747A" w:rsidP="486EA0AC" w:rsidRDefault="0071620A" w14:paraId="425D6E08" wp14:textId="783E926E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86EA0AC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86EA0AC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86EA0AC" w:rsidR="007D51EF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486EA0AC" w:rsidR="0422A2E1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486EA0AC" w:rsidR="007D51EF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86EA0AC" w:rsidR="7EF70EDF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xmlns:wp14="http://schemas.microsoft.com/office/word/2010/wordml" w:rsidRPr="007D51EF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7D51EF" w:rsidR="0085747A">
        <w:rPr>
          <w:rFonts w:ascii="Corbel" w:hAnsi="Corbel"/>
          <w:i/>
          <w:sz w:val="24"/>
          <w:szCs w:val="24"/>
        </w:rPr>
        <w:t>(skrajne daty</w:t>
      </w:r>
      <w:r w:rsidRPr="007D51EF" w:rsidR="0085747A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7D51EF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 w:rsidR="00445970">
        <w:rPr>
          <w:rFonts w:ascii="Corbel" w:hAnsi="Corbel"/>
          <w:sz w:val="24"/>
          <w:szCs w:val="24"/>
        </w:rPr>
        <w:t>R</w:t>
      </w:r>
      <w:r w:rsidRPr="007D51EF" w:rsidR="00A81BC4">
        <w:rPr>
          <w:rFonts w:ascii="Corbel" w:hAnsi="Corbel"/>
          <w:sz w:val="24"/>
          <w:szCs w:val="24"/>
        </w:rPr>
        <w:t>ok akademicki 202</w:t>
      </w:r>
      <w:r w:rsidRPr="007D51EF" w:rsidR="7D9CEEEE">
        <w:rPr>
          <w:rFonts w:ascii="Corbel" w:hAnsi="Corbel"/>
          <w:sz w:val="24"/>
          <w:szCs w:val="24"/>
        </w:rPr>
        <w:t>2</w:t>
      </w:r>
      <w:r w:rsidRPr="007D51EF" w:rsidR="00A81BC4">
        <w:rPr>
          <w:rFonts w:ascii="Corbel" w:hAnsi="Corbel"/>
          <w:sz w:val="24"/>
          <w:szCs w:val="24"/>
        </w:rPr>
        <w:t>/202</w:t>
      </w:r>
      <w:r w:rsidRPr="007D51EF" w:rsidR="05DE8D89">
        <w:rPr>
          <w:rFonts w:ascii="Corbel" w:hAnsi="Corbel"/>
          <w:sz w:val="24"/>
          <w:szCs w:val="24"/>
        </w:rPr>
        <w:t>3</w:t>
      </w:r>
    </w:p>
    <w:p xmlns:wp14="http://schemas.microsoft.com/office/word/2010/wordml" w:rsidRPr="007D51EF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7D51EF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 xml:space="preserve">1. </w:t>
      </w:r>
      <w:r w:rsidRPr="007D51EF" w:rsidR="0085747A">
        <w:rPr>
          <w:rFonts w:ascii="Corbel" w:hAnsi="Corbel"/>
          <w:szCs w:val="24"/>
        </w:rPr>
        <w:t xml:space="preserve">Podstawowe </w:t>
      </w:r>
      <w:r w:rsidRPr="007D51E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7D51EF" w:rsidR="0085747A" w:rsidTr="73C83EE6" w14:paraId="67C0856A" wp14:textId="77777777">
        <w:tc>
          <w:tcPr>
            <w:tcW w:w="2694" w:type="dxa"/>
            <w:tcMar/>
            <w:vAlign w:val="center"/>
          </w:tcPr>
          <w:p w:rsidRPr="007D51EF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65E99A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Finanse publiczne</w:t>
            </w:r>
          </w:p>
        </w:tc>
      </w:tr>
      <w:tr xmlns:wp14="http://schemas.microsoft.com/office/word/2010/wordml" w:rsidRPr="007D51EF" w:rsidR="0085747A" w:rsidTr="73C83EE6" w14:paraId="2B34448F" wp14:textId="77777777">
        <w:tc>
          <w:tcPr>
            <w:tcW w:w="2694" w:type="dxa"/>
            <w:tcMar/>
            <w:vAlign w:val="center"/>
          </w:tcPr>
          <w:p w:rsidRPr="007D51EF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</w:t>
            </w:r>
            <w:r w:rsidRPr="007D51E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02872A9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xmlns:wp14="http://schemas.microsoft.com/office/word/2010/wordml" w:rsidRPr="007D51EF" w:rsidR="0085747A" w:rsidTr="73C83EE6" w14:paraId="5C0172EC" wp14:textId="77777777">
        <w:tc>
          <w:tcPr>
            <w:tcW w:w="2694" w:type="dxa"/>
            <w:tcMar/>
            <w:vAlign w:val="center"/>
          </w:tcPr>
          <w:p w:rsidRPr="007D51EF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</w:t>
            </w:r>
            <w:r w:rsidRPr="007D51E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7D51EF" w:rsidR="0085747A" w:rsidTr="73C83EE6" w14:paraId="4FEDF307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7D51EF" w:rsidR="0085747A" w:rsidTr="73C83EE6" w14:paraId="2E34D1D7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7D51EF" w:rsidR="0085747A" w:rsidTr="73C83EE6" w14:paraId="14E7B322" wp14:textId="77777777">
        <w:tc>
          <w:tcPr>
            <w:tcW w:w="2694" w:type="dxa"/>
            <w:tcMar/>
            <w:vAlign w:val="center"/>
          </w:tcPr>
          <w:p w:rsidRPr="007D51EF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562E0F7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xmlns:wp14="http://schemas.microsoft.com/office/word/2010/wordml" w:rsidRPr="007D51EF" w:rsidR="0085747A" w:rsidTr="73C83EE6" w14:paraId="3B32AF2E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xmlns:wp14="http://schemas.microsoft.com/office/word/2010/wordml" w:rsidRPr="007D51EF" w:rsidR="0085747A" w:rsidTr="73C83EE6" w14:paraId="5B469018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73C83EE6" w:rsidRDefault="007D51EF" w14:paraId="74440E62" wp14:textId="3072C33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C83EE6" w:rsidR="438A5239">
              <w:rPr>
                <w:rFonts w:ascii="Corbel" w:hAnsi="Corbel"/>
                <w:b w:val="0"/>
                <w:bCs w:val="0"/>
                <w:sz w:val="24"/>
                <w:szCs w:val="24"/>
              </w:rPr>
              <w:t>nie</w:t>
            </w:r>
            <w:r w:rsidRPr="73C83EE6" w:rsidR="007D51EF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73C83EE6" w:rsidR="00A81BC4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7D51EF" w:rsidR="0085747A" w:rsidTr="73C83EE6" w14:paraId="293413A6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</w:t>
            </w:r>
            <w:r w:rsidRPr="007D51EF" w:rsidR="0030395F">
              <w:rPr>
                <w:rFonts w:ascii="Corbel" w:hAnsi="Corbel"/>
                <w:sz w:val="24"/>
                <w:szCs w:val="24"/>
              </w:rPr>
              <w:t>/y</w:t>
            </w:r>
            <w:r w:rsidRPr="007D51E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6E6E409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xmlns:wp14="http://schemas.microsoft.com/office/word/2010/wordml" w:rsidRPr="007D51EF" w:rsidR="0085747A" w:rsidTr="73C83EE6" w14:paraId="07A901A6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1E711C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xmlns:wp14="http://schemas.microsoft.com/office/word/2010/wordml" w:rsidRPr="007D51EF" w:rsidR="00923D7D" w:rsidTr="73C83EE6" w14:paraId="2786482B" wp14:textId="77777777">
        <w:tc>
          <w:tcPr>
            <w:tcW w:w="2694" w:type="dxa"/>
            <w:tcMar/>
            <w:vAlign w:val="center"/>
          </w:tcPr>
          <w:p w:rsidRPr="007D51EF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D51EF" w:rsidR="00923D7D" w:rsidP="009C54AE" w:rsidRDefault="007D51EF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7D51EF" w:rsidR="0085747A" w:rsidTr="73C83EE6" w14:paraId="6BCF3324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4A6F656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  <w:tr xmlns:wp14="http://schemas.microsoft.com/office/word/2010/wordml" w:rsidRPr="007D51EF" w:rsidR="0085747A" w:rsidTr="73C83EE6" w14:paraId="7FC97E40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287C3B4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</w:tbl>
    <w:p xmlns:wp14="http://schemas.microsoft.com/office/word/2010/wordml" w:rsidRPr="007D51EF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Pr="007D51E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D51EF" w:rsidR="00B90885">
        <w:rPr>
          <w:rFonts w:ascii="Corbel" w:hAnsi="Corbel"/>
          <w:b w:val="0"/>
          <w:sz w:val="24"/>
          <w:szCs w:val="24"/>
        </w:rPr>
        <w:t>e,</w:t>
      </w:r>
      <w:r w:rsidRPr="007D51EF">
        <w:rPr>
          <w:rFonts w:ascii="Corbel" w:hAnsi="Corbel"/>
          <w:i/>
          <w:sz w:val="24"/>
          <w:szCs w:val="24"/>
        </w:rPr>
        <w:t xml:space="preserve"> </w:t>
      </w:r>
      <w:r w:rsidRPr="007D51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D51E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7D51EF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7D51EF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1.</w:t>
      </w:r>
      <w:r w:rsidRPr="007D51EF" w:rsidR="00E22FBC">
        <w:rPr>
          <w:rFonts w:ascii="Corbel" w:hAnsi="Corbel"/>
          <w:sz w:val="24"/>
          <w:szCs w:val="24"/>
        </w:rPr>
        <w:t>1</w:t>
      </w:r>
      <w:r w:rsidRPr="007D51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7D51EF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7D51EF" w:rsidR="00015B8F" w:rsidTr="73C83EE6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D51EF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:rsidRPr="007D51EF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</w:t>
            </w:r>
            <w:r w:rsidRPr="007D51E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Wykł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Konw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Sem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Prakt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</w:t>
            </w:r>
            <w:r w:rsidRPr="007D51EF" w:rsidR="00B90885">
              <w:rPr>
                <w:rFonts w:ascii="Corbel" w:hAnsi="Corbel"/>
                <w:b/>
                <w:szCs w:val="24"/>
              </w:rPr>
              <w:t>.</w:t>
            </w:r>
            <w:r w:rsidRPr="007D51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7D51EF" w:rsidR="00015B8F" w:rsidTr="73C83EE6" w14:paraId="106F9BE2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D51EF" w:rsidR="00015B8F" w:rsidP="009C54AE" w:rsidRDefault="00E563F8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A81BC4" w14:paraId="33CFEC6B" wp14:textId="2E239F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3C83EE6" w:rsidR="00A81BC4">
              <w:rPr>
                <w:rFonts w:ascii="Corbel" w:hAnsi="Corbel"/>
                <w:sz w:val="24"/>
                <w:szCs w:val="24"/>
              </w:rPr>
              <w:t>1</w:t>
            </w:r>
            <w:r w:rsidRPr="73C83EE6" w:rsidR="7778F77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A81BC4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D51EF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7D51EF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</w:t>
      </w:r>
      <w:r w:rsidRPr="007D51EF" w:rsidR="00E22FBC">
        <w:rPr>
          <w:rFonts w:ascii="Corbel" w:hAnsi="Corbel"/>
          <w:smallCaps w:val="0"/>
          <w:szCs w:val="24"/>
        </w:rPr>
        <w:t>2</w:t>
      </w:r>
      <w:r w:rsidRPr="007D51EF" w:rsidR="00F83B28">
        <w:rPr>
          <w:rFonts w:ascii="Corbel" w:hAnsi="Corbel"/>
          <w:smallCaps w:val="0"/>
          <w:szCs w:val="24"/>
        </w:rPr>
        <w:t>.</w:t>
      </w:r>
      <w:r w:rsidRPr="007D51EF" w:rsidR="00F83B28">
        <w:rPr>
          <w:rFonts w:ascii="Corbel" w:hAnsi="Corbel"/>
          <w:smallCaps w:val="0"/>
          <w:szCs w:val="24"/>
        </w:rPr>
        <w:tab/>
      </w:r>
      <w:r w:rsidRPr="007D51EF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7D51EF" w:rsidR="0085747A" w:rsidP="00F83B28" w:rsidRDefault="002C065E" w14:paraId="6B4DA59D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Wingdings 2" w:hAnsi="Wingdings 2" w:eastAsia="Wingdings 2" w:cs="Wingdings 2"/>
          <w:b w:val="0"/>
          <w:szCs w:val="24"/>
        </w:rPr>
        <w:t>Ñ</w:t>
      </w:r>
      <w:r w:rsidRPr="007D51E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7D51EF" w:rsidR="0085747A" w:rsidP="00F83B28" w:rsidRDefault="002C065E" w14:paraId="57695B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hAnsi="Segoe UI Symbol" w:eastAsia="MS Gothic" w:cs="Segoe UI Symbol"/>
          <w:b w:val="0"/>
          <w:szCs w:val="24"/>
        </w:rPr>
        <w:t>☐</w:t>
      </w:r>
      <w:r w:rsidRPr="007D51EF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7D51EF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D51EF" w:rsidR="00E22FBC" w:rsidP="00F83B28" w:rsidRDefault="00E22FBC" w14:paraId="0C4A4EAA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Pr="007D51EF" w:rsidR="00F83B28">
        <w:rPr>
          <w:rFonts w:ascii="Corbel" w:hAnsi="Corbel"/>
          <w:smallCaps w:val="0"/>
          <w:szCs w:val="24"/>
        </w:rPr>
        <w:tab/>
      </w:r>
      <w:r w:rsidRPr="007D51EF">
        <w:rPr>
          <w:rFonts w:ascii="Corbel" w:hAnsi="Corbel"/>
          <w:smallCaps w:val="0"/>
          <w:szCs w:val="24"/>
        </w:rPr>
        <w:t>For</w:t>
      </w:r>
      <w:r w:rsidRPr="007D51EF" w:rsidR="00445970">
        <w:rPr>
          <w:rFonts w:ascii="Corbel" w:hAnsi="Corbel"/>
          <w:smallCaps w:val="0"/>
          <w:szCs w:val="24"/>
        </w:rPr>
        <w:t>ma zaliczenia przedmiotu</w:t>
      </w:r>
      <w:r w:rsidRPr="007D51EF" w:rsidR="00A81BC4">
        <w:rPr>
          <w:rFonts w:ascii="Corbel" w:hAnsi="Corbel"/>
          <w:smallCaps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7D51EF" w:rsidR="00E960BB" w:rsidP="009C54AE" w:rsidRDefault="00E960BB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7D51EF" w:rsidR="0085747A" w:rsidTr="00745302" w14:paraId="77137312" wp14:textId="77777777">
        <w:tc>
          <w:tcPr>
            <w:tcW w:w="9670" w:type="dxa"/>
          </w:tcPr>
          <w:p w:rsidRPr="007D51EF" w:rsidR="0085747A" w:rsidP="009C54AE" w:rsidRDefault="00A81BC4" w14:paraId="2B21AAD7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xmlns:wp14="http://schemas.microsoft.com/office/word/2010/wordml" w:rsidRPr="007D51EF" w:rsidR="002A51EF" w:rsidP="009C54AE" w:rsidRDefault="002A51EF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2A51EF" w:rsidP="009C54AE" w:rsidRDefault="002A51EF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2A51EF" w:rsidP="009C54AE" w:rsidRDefault="002A51EF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</w:t>
      </w:r>
      <w:r w:rsidRPr="007D51EF" w:rsidR="0085747A">
        <w:rPr>
          <w:rFonts w:ascii="Corbel" w:hAnsi="Corbel"/>
          <w:szCs w:val="24"/>
        </w:rPr>
        <w:t xml:space="preserve"> </w:t>
      </w:r>
      <w:r w:rsidRPr="007D51EF" w:rsidR="00A84C85">
        <w:rPr>
          <w:rFonts w:ascii="Corbel" w:hAnsi="Corbel"/>
          <w:szCs w:val="24"/>
        </w:rPr>
        <w:t>cele, efekty uczenia się</w:t>
      </w:r>
      <w:r w:rsidRPr="007D51EF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7D51EF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3.1 </w:t>
      </w:r>
      <w:r w:rsidRPr="007D51EF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7D51EF" w:rsidR="00F83B28" w:rsidP="009C54AE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7D51EF" w:rsidR="00A81BC4" w:rsidTr="00660FDB" w14:paraId="4E606526" wp14:textId="77777777">
        <w:tc>
          <w:tcPr>
            <w:tcW w:w="851" w:type="dxa"/>
          </w:tcPr>
          <w:p w:rsidRPr="007D51EF" w:rsidR="00A81BC4" w:rsidP="00624AAF" w:rsidRDefault="00A81BC4" w14:paraId="6780E770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7D51EF" w:rsidR="00A81BC4" w:rsidP="00624AAF" w:rsidRDefault="00A81BC4" w14:paraId="214CA8AE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xmlns:wp14="http://schemas.microsoft.com/office/word/2010/wordml" w:rsidRPr="007D51EF" w:rsidR="00A81BC4" w:rsidTr="00660FDB" w14:paraId="18A24F8B" wp14:textId="77777777">
        <w:tc>
          <w:tcPr>
            <w:tcW w:w="851" w:type="dxa"/>
          </w:tcPr>
          <w:p w:rsidRPr="007D51EF" w:rsidR="00A81BC4" w:rsidP="00624AAF" w:rsidRDefault="00A81BC4" w14:paraId="550CF7E8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7D51EF" w:rsidR="00A81BC4" w:rsidP="00624AAF" w:rsidRDefault="00A81BC4" w14:paraId="6EDB8B64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xmlns:wp14="http://schemas.microsoft.com/office/word/2010/wordml" w:rsidRPr="007D51EF" w:rsidR="00A81BC4" w:rsidTr="00660FDB" w14:paraId="443C5A9A" wp14:textId="77777777">
        <w:tc>
          <w:tcPr>
            <w:tcW w:w="851" w:type="dxa"/>
          </w:tcPr>
          <w:p w:rsidRPr="007D51EF" w:rsidR="00A81BC4" w:rsidP="00624AAF" w:rsidRDefault="00A81BC4" w14:paraId="53C0B3C4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7D51EF" w:rsidR="00A81BC4" w:rsidP="00624AAF" w:rsidRDefault="00A81BC4" w14:paraId="62F31546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xmlns:wp14="http://schemas.microsoft.com/office/word/2010/wordml" w:rsidRPr="007D51EF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7D51EF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3.2 </w:t>
      </w:r>
      <w:r w:rsidRPr="007D51EF" w:rsidR="001D7B54">
        <w:rPr>
          <w:rFonts w:ascii="Corbel" w:hAnsi="Corbel"/>
          <w:b/>
          <w:sz w:val="24"/>
          <w:szCs w:val="24"/>
        </w:rPr>
        <w:t xml:space="preserve">Efekty </w:t>
      </w:r>
      <w:r w:rsidRPr="007D51E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D51EF" w:rsidR="001D7B54">
        <w:rPr>
          <w:rFonts w:ascii="Corbel" w:hAnsi="Corbel"/>
          <w:b/>
          <w:sz w:val="24"/>
          <w:szCs w:val="24"/>
        </w:rPr>
        <w:t>dla przedmiotu</w:t>
      </w:r>
      <w:r w:rsidRPr="007D51EF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7D51EF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7D51EF" w:rsidR="0085747A" w:rsidTr="0071620A" w14:paraId="61F38664" wp14:textId="77777777">
        <w:tc>
          <w:tcPr>
            <w:tcW w:w="1701" w:type="dxa"/>
            <w:vAlign w:val="center"/>
          </w:tcPr>
          <w:p w:rsidRPr="007D51EF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Pr="007D51E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D51E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D51E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D51EF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D51E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D51EF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D51E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7D51EF" w:rsidR="002A51EF" w:rsidTr="005E6E85" w14:paraId="07DF44D3" wp14:textId="77777777">
        <w:tc>
          <w:tcPr>
            <w:tcW w:w="1701" w:type="dxa"/>
          </w:tcPr>
          <w:p w:rsidRPr="007D51EF" w:rsidR="002A51EF" w:rsidP="00624AAF" w:rsidRDefault="002A51EF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7D51EF" w:rsidR="002A51EF" w:rsidP="009C54AE" w:rsidRDefault="002A51EF" w14:paraId="0220A4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zna i rozumie zmiany w ustrojach państw, systemach politycznych, administracji, gospodarce i systemach bezpieczeństwa</w:t>
            </w:r>
          </w:p>
        </w:tc>
        <w:tc>
          <w:tcPr>
            <w:tcW w:w="1873" w:type="dxa"/>
          </w:tcPr>
          <w:p w:rsidRPr="007D51EF" w:rsidR="002A51EF" w:rsidP="009C54AE" w:rsidRDefault="002A51EF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xmlns:wp14="http://schemas.microsoft.com/office/word/2010/wordml" w:rsidRPr="007D51EF" w:rsidR="002A51EF" w:rsidTr="005E6E85" w14:paraId="04E0A0B9" wp14:textId="77777777">
        <w:tc>
          <w:tcPr>
            <w:tcW w:w="1701" w:type="dxa"/>
          </w:tcPr>
          <w:p w:rsidRPr="007D51EF" w:rsidR="002A51EF" w:rsidP="00624AAF" w:rsidRDefault="002A51EF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D51EF" w:rsidR="002A51EF" w:rsidP="009C54AE" w:rsidRDefault="002A51EF" w14:paraId="69985AD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zna i rozumie rodzaje struktur społecznych i instytucji życia społecznego oraz zachodzące pomiędzy nimi relacje</w:t>
            </w:r>
          </w:p>
        </w:tc>
        <w:tc>
          <w:tcPr>
            <w:tcW w:w="1873" w:type="dxa"/>
          </w:tcPr>
          <w:p w:rsidRPr="007D51EF" w:rsidR="002A51EF" w:rsidP="009C54AE" w:rsidRDefault="002A51EF" w14:paraId="38CA2E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xmlns:wp14="http://schemas.microsoft.com/office/word/2010/wordml" w:rsidRPr="007D51EF" w:rsidR="002A51EF" w:rsidTr="005E6E85" w14:paraId="71994276" wp14:textId="77777777">
        <w:tc>
          <w:tcPr>
            <w:tcW w:w="1701" w:type="dxa"/>
          </w:tcPr>
          <w:p w:rsidRPr="007D51EF" w:rsidR="002A51EF" w:rsidP="00624AAF" w:rsidRDefault="002A51EF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D51EF" w:rsidR="002A51EF" w:rsidP="009C54AE" w:rsidRDefault="002A51EF" w14:paraId="0A9D74B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potrafi dokonać obserwacji i interpretacji stosunków społecznych, prawnych, politycznych, ekonomicznych i kulturowych w naukach o bezpieczeństwie oraz w zakresie pokrewnych dyscyplin</w:t>
            </w:r>
          </w:p>
        </w:tc>
        <w:tc>
          <w:tcPr>
            <w:tcW w:w="1873" w:type="dxa"/>
          </w:tcPr>
          <w:p w:rsidRPr="007D51EF" w:rsidR="002A51EF" w:rsidP="009C54AE" w:rsidRDefault="002A51EF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7D51EF" w:rsidR="002A51EF" w:rsidTr="005E6E85" w14:paraId="4F40B505" wp14:textId="77777777">
        <w:tc>
          <w:tcPr>
            <w:tcW w:w="1701" w:type="dxa"/>
          </w:tcPr>
          <w:p w:rsidRPr="007D51EF" w:rsidR="002A51EF" w:rsidP="00624AAF" w:rsidRDefault="002A51EF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D51EF" w:rsidR="002A51EF" w:rsidP="009C54AE" w:rsidRDefault="002A51EF" w14:paraId="69FBC4B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potrafi analizować powiązanie zjawisk społecznych z różnymi obszarami bezpieczeństwa: politycznego, kulturowego, militarnego, ekonomicznego,</w:t>
            </w:r>
          </w:p>
        </w:tc>
        <w:tc>
          <w:tcPr>
            <w:tcW w:w="1873" w:type="dxa"/>
          </w:tcPr>
          <w:p w:rsidRPr="007D51EF" w:rsidR="002A51EF" w:rsidP="009C54AE" w:rsidRDefault="002A51EF" w14:paraId="0495AD7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xmlns:wp14="http://schemas.microsoft.com/office/word/2010/wordml" w:rsidRPr="007D51EF" w:rsidR="002A51EF" w:rsidTr="005E6E85" w14:paraId="6018135C" wp14:textId="77777777">
        <w:tc>
          <w:tcPr>
            <w:tcW w:w="1701" w:type="dxa"/>
          </w:tcPr>
          <w:p w:rsidRPr="007D51EF" w:rsidR="002A51EF" w:rsidP="00624AAF" w:rsidRDefault="002A51EF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7D51EF" w:rsidR="002A51EF" w:rsidP="009C54AE" w:rsidRDefault="002A51EF" w14:paraId="3DA7BD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jest gotów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Pr="007D51EF" w:rsidR="002A51EF" w:rsidP="009C54AE" w:rsidRDefault="002A51EF" w14:paraId="0A428CB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xmlns:wp14="http://schemas.microsoft.com/office/word/2010/wordml" w:rsidRPr="007D51EF" w:rsidR="002A51EF" w:rsidTr="005E6E85" w14:paraId="6609D996" wp14:textId="77777777">
        <w:tc>
          <w:tcPr>
            <w:tcW w:w="1701" w:type="dxa"/>
          </w:tcPr>
          <w:p w:rsidRPr="007D51EF" w:rsidR="002A51EF" w:rsidP="00624AAF" w:rsidRDefault="002A51EF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7D51EF" w:rsidR="002A51EF" w:rsidP="009C54AE" w:rsidRDefault="002A51EF" w14:paraId="54C9C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jest gotów do świadomego określenia poziomu swojej wiedzy w szczególności w zakresie nauk o bezpieczeństwie, nauk o zarządzaniu, nauk o polityce oraz nauk o prawie i administracji</w:t>
            </w:r>
          </w:p>
        </w:tc>
        <w:tc>
          <w:tcPr>
            <w:tcW w:w="1873" w:type="dxa"/>
          </w:tcPr>
          <w:p w:rsidRPr="007D51EF" w:rsidR="002A51EF" w:rsidP="009C54AE" w:rsidRDefault="002A51EF" w14:paraId="44B699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xmlns:wp14="http://schemas.microsoft.com/office/word/2010/wordml" w:rsidRPr="007D51EF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85747A" w:rsidP="00E563F8" w:rsidRDefault="00675843" w14:paraId="2FDE1D41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lastRenderedPageBreak/>
        <w:t>3.3</w:t>
      </w:r>
      <w:r w:rsidRPr="007D51EF" w:rsidR="001D7B54">
        <w:rPr>
          <w:rFonts w:ascii="Corbel" w:hAnsi="Corbel"/>
          <w:b/>
          <w:sz w:val="24"/>
          <w:szCs w:val="24"/>
        </w:rPr>
        <w:t xml:space="preserve"> </w:t>
      </w:r>
      <w:r w:rsidRPr="007D51EF" w:rsidR="0085747A">
        <w:rPr>
          <w:rFonts w:ascii="Corbel" w:hAnsi="Corbel"/>
          <w:b/>
          <w:sz w:val="24"/>
          <w:szCs w:val="24"/>
        </w:rPr>
        <w:t>T</w:t>
      </w:r>
      <w:r w:rsidRPr="007D51EF" w:rsidR="001D7B54">
        <w:rPr>
          <w:rFonts w:ascii="Corbel" w:hAnsi="Corbel"/>
          <w:b/>
          <w:sz w:val="24"/>
          <w:szCs w:val="24"/>
        </w:rPr>
        <w:t>reści programowe</w:t>
      </w:r>
    </w:p>
    <w:p xmlns:wp14="http://schemas.microsoft.com/office/word/2010/wordml" w:rsidRPr="00285B58" w:rsidR="00927C6D" w:rsidP="00927C6D" w:rsidRDefault="00927C6D" w14:paraId="130A2CD7" wp14:textId="77777777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927C6D" w:rsidTr="009F2C3B" w14:paraId="587EA2A8" wp14:textId="77777777">
        <w:tc>
          <w:tcPr>
            <w:tcW w:w="9639" w:type="dxa"/>
          </w:tcPr>
          <w:p w:rsidRPr="009C54AE" w:rsidR="00927C6D" w:rsidP="009F2C3B" w:rsidRDefault="00927C6D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927C6D" w:rsidTr="009F2C3B" w14:paraId="0FB78278" wp14:textId="77777777">
        <w:tc>
          <w:tcPr>
            <w:tcW w:w="9639" w:type="dxa"/>
          </w:tcPr>
          <w:p w:rsidRPr="009C54AE" w:rsidR="00927C6D" w:rsidP="009F2C3B" w:rsidRDefault="00927C6D" w14:paraId="1FC3994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927C6D" w:rsidTr="009F2C3B" w14:paraId="0562CB0E" wp14:textId="77777777">
        <w:tc>
          <w:tcPr>
            <w:tcW w:w="9639" w:type="dxa"/>
          </w:tcPr>
          <w:p w:rsidRPr="009C54AE" w:rsidR="00927C6D" w:rsidP="009F2C3B" w:rsidRDefault="00927C6D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927C6D" w:rsidTr="009F2C3B" w14:paraId="62EBF3C5" wp14:textId="77777777">
        <w:tc>
          <w:tcPr>
            <w:tcW w:w="9639" w:type="dxa"/>
          </w:tcPr>
          <w:p w:rsidRPr="009C54AE" w:rsidR="00927C6D" w:rsidP="009F2C3B" w:rsidRDefault="00927C6D" w14:paraId="6D98A12B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F1319E" w:rsidR="00927C6D" w:rsidP="00927C6D" w:rsidRDefault="00927C6D" w14:paraId="2946DB82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F1319E" w:rsidR="00927C6D" w:rsidP="00927C6D" w:rsidRDefault="00927C6D" w14:paraId="1107ABEA" wp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xmlns:wp14="http://schemas.microsoft.com/office/word/2010/wordml" w:rsidRPr="00F1319E" w:rsidR="00927C6D" w:rsidP="00927C6D" w:rsidRDefault="00927C6D" w14:paraId="5997CC1D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F1319E" w:rsidR="00927C6D" w:rsidTr="009F2C3B" w14:paraId="55225495" wp14:textId="77777777">
        <w:tc>
          <w:tcPr>
            <w:tcW w:w="9639" w:type="dxa"/>
          </w:tcPr>
          <w:p w:rsidRPr="00F1319E" w:rsidR="00927C6D" w:rsidP="009F2C3B" w:rsidRDefault="00927C6D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F1319E" w:rsidR="00927C6D" w:rsidTr="009F2C3B" w14:paraId="761DFC9E" wp14:textId="77777777">
        <w:tc>
          <w:tcPr>
            <w:tcW w:w="9639" w:type="dxa"/>
          </w:tcPr>
          <w:p w:rsidRPr="00F1319E" w:rsidR="00927C6D" w:rsidP="009F2C3B" w:rsidRDefault="00927C6D" w14:paraId="2A17473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xmlns:wp14="http://schemas.microsoft.com/office/word/2010/wordml" w:rsidRPr="00F1319E" w:rsidR="00927C6D" w:rsidTr="009F2C3B" w14:paraId="6F2EDB91" wp14:textId="77777777">
        <w:tc>
          <w:tcPr>
            <w:tcW w:w="9639" w:type="dxa"/>
          </w:tcPr>
          <w:p w:rsidRPr="00F1319E" w:rsidR="00927C6D" w:rsidP="009F2C3B" w:rsidRDefault="00927C6D" w14:paraId="30957D7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xmlns:wp14="http://schemas.microsoft.com/office/word/2010/wordml" w:rsidRPr="00F1319E" w:rsidR="00927C6D" w:rsidTr="009F2C3B" w14:paraId="02F0FB14" wp14:textId="77777777">
        <w:tc>
          <w:tcPr>
            <w:tcW w:w="9639" w:type="dxa"/>
          </w:tcPr>
          <w:p w:rsidRPr="00F1319E" w:rsidR="00927C6D" w:rsidP="009F2C3B" w:rsidRDefault="00927C6D" w14:paraId="63B539B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xmlns:wp14="http://schemas.microsoft.com/office/word/2010/wordml" w:rsidRPr="00F1319E" w:rsidR="00927C6D" w:rsidTr="009F2C3B" w14:paraId="2FE46767" wp14:textId="77777777">
        <w:tc>
          <w:tcPr>
            <w:tcW w:w="9639" w:type="dxa"/>
          </w:tcPr>
          <w:p w:rsidRPr="00F1319E" w:rsidR="00927C6D" w:rsidP="009F2C3B" w:rsidRDefault="00927C6D" w14:paraId="362CAAA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xmlns:wp14="http://schemas.microsoft.com/office/word/2010/wordml" w:rsidRPr="00F1319E" w:rsidR="00927C6D" w:rsidTr="009F2C3B" w14:paraId="6F9D71F0" wp14:textId="77777777">
        <w:tc>
          <w:tcPr>
            <w:tcW w:w="9639" w:type="dxa"/>
          </w:tcPr>
          <w:p w:rsidRPr="00F1319E" w:rsidR="00927C6D" w:rsidP="009F2C3B" w:rsidRDefault="00927C6D" w14:paraId="42C570A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xmlns:wp14="http://schemas.microsoft.com/office/word/2010/wordml" w:rsidRPr="00F1319E" w:rsidR="00927C6D" w:rsidTr="009F2C3B" w14:paraId="6E7F3BA3" wp14:textId="77777777">
        <w:tc>
          <w:tcPr>
            <w:tcW w:w="9639" w:type="dxa"/>
          </w:tcPr>
          <w:p w:rsidRPr="00F1319E" w:rsidR="00927C6D" w:rsidP="009F2C3B" w:rsidRDefault="00927C6D" w14:paraId="161181A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xmlns:wp14="http://schemas.microsoft.com/office/word/2010/wordml" w:rsidRPr="00F1319E" w:rsidR="00927C6D" w:rsidTr="009F2C3B" w14:paraId="6FF1D82F" wp14:textId="77777777">
        <w:tc>
          <w:tcPr>
            <w:tcW w:w="9639" w:type="dxa"/>
          </w:tcPr>
          <w:p w:rsidRPr="00F1319E" w:rsidR="00927C6D" w:rsidP="009F2C3B" w:rsidRDefault="00927C6D" w14:paraId="32B2DD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xmlns:wp14="http://schemas.microsoft.com/office/word/2010/wordml" w:rsidRPr="00F1319E" w:rsidR="00927C6D" w:rsidTr="009F2C3B" w14:paraId="33ABD676" wp14:textId="77777777">
        <w:tc>
          <w:tcPr>
            <w:tcW w:w="9639" w:type="dxa"/>
          </w:tcPr>
          <w:p w:rsidRPr="00F1319E" w:rsidR="00927C6D" w:rsidP="009F2C3B" w:rsidRDefault="00927C6D" w14:paraId="3D1F9B0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xmlns:wp14="http://schemas.microsoft.com/office/word/2010/wordml" w:rsidRPr="00F1319E" w:rsidR="00927C6D" w:rsidP="00927C6D" w:rsidRDefault="00927C6D" w14:paraId="110FFD37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85747A" w:rsidP="009C54AE" w:rsidRDefault="009F4610" w14:paraId="163B82D2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xmlns:wp14="http://schemas.microsoft.com/office/word/2010/wordml" w:rsidRPr="00153C41" w:rsidR="00927C6D" w:rsidP="00927C6D" w:rsidRDefault="00927C6D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xmlns:wp14="http://schemas.microsoft.com/office/word/2010/wordml" w:rsidR="00927C6D" w:rsidP="00927C6D" w:rsidRDefault="00927C6D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xmlns:wp14="http://schemas.microsoft.com/office/word/2010/wordml" w:rsidR="00927C6D" w:rsidP="00927C6D" w:rsidRDefault="00927C6D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F1319E" w:rsidR="00927C6D" w:rsidP="00927C6D" w:rsidRDefault="00927C6D" w14:paraId="08D2D4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xmlns:wp14="http://schemas.microsoft.com/office/word/2010/wordml" w:rsidRPr="007D51EF" w:rsidR="00F856C8" w:rsidP="009C54AE" w:rsidRDefault="00F856C8" w14:paraId="6B699379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27C6D" w:rsidR="00F856C8" w:rsidP="00F856C8" w:rsidRDefault="00F856C8" w14:paraId="134FA04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xmlns:wp14="http://schemas.microsoft.com/office/word/2010/wordml" w:rsidRPr="00927C6D" w:rsidR="00F856C8" w:rsidP="00F856C8" w:rsidRDefault="00F856C8" w14:paraId="2B2896A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xmlns:wp14="http://schemas.microsoft.com/office/word/2010/wordml" w:rsidRPr="00927C6D" w:rsidR="00F856C8" w:rsidP="00F856C8" w:rsidRDefault="00F856C8" w14:paraId="0381E5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xmlns:wp14="http://schemas.microsoft.com/office/word/2010/wordml" w:rsidRPr="00927C6D" w:rsidR="00F856C8" w:rsidP="00F856C8" w:rsidRDefault="00F856C8" w14:paraId="35613C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xmlns:wp14="http://schemas.microsoft.com/office/word/2010/wordml" w:rsidRPr="00927C6D" w:rsidR="00F856C8" w:rsidP="00F856C8" w:rsidRDefault="00F856C8" w14:paraId="1FC1BC6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xmlns:wp14="http://schemas.microsoft.com/office/word/2010/wordml" w:rsidRPr="007D51EF" w:rsidR="00E960BB" w:rsidP="009C54AE" w:rsidRDefault="00E960BB" w14:paraId="3FE9F23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D51EF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</w:t>
      </w:r>
      <w:r w:rsidRPr="007D51EF" w:rsidR="0085747A">
        <w:rPr>
          <w:rFonts w:ascii="Corbel" w:hAnsi="Corbel"/>
          <w:smallCaps w:val="0"/>
          <w:szCs w:val="24"/>
        </w:rPr>
        <w:t>METODY I KRYTERIA OCENY</w:t>
      </w:r>
      <w:r w:rsidRPr="007D51EF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D51EF" w:rsidR="00923D7D" w:rsidP="009C54AE" w:rsidRDefault="00923D7D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D51EF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4.1 Sposoby weryfikacji efektów </w:t>
      </w:r>
      <w:r w:rsidRPr="007D51EF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7D51EF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F1319E" w:rsidR="006E1833" w:rsidTr="009F2C3B" w14:paraId="3CD72C34" wp14:textId="77777777">
        <w:tc>
          <w:tcPr>
            <w:tcW w:w="1985" w:type="dxa"/>
            <w:vAlign w:val="center"/>
          </w:tcPr>
          <w:p w:rsidRPr="00F1319E" w:rsidR="006E1833" w:rsidP="009F2C3B" w:rsidRDefault="006E1833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F1319E" w:rsidR="006E1833" w:rsidP="009F2C3B" w:rsidRDefault="006E1833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1319E" w:rsidR="006E1833" w:rsidP="009F2C3B" w:rsidRDefault="006E1833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F1319E" w:rsidR="006E1833" w:rsidP="009F2C3B" w:rsidRDefault="006E1833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1319E" w:rsidR="006E1833" w:rsidP="009F2C3B" w:rsidRDefault="006E1833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F1319E" w:rsidR="006E1833" w:rsidTr="009F2C3B" w14:paraId="2D00AB03" wp14:textId="77777777">
        <w:tc>
          <w:tcPr>
            <w:tcW w:w="1985" w:type="dxa"/>
          </w:tcPr>
          <w:p w:rsidRPr="00F1319E" w:rsidR="006E1833" w:rsidP="009F2C3B" w:rsidRDefault="006E1833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F1319E" w:rsidR="006E1833" w:rsidP="009F2C3B" w:rsidRDefault="006E1833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599592ED" wp14:textId="77777777">
        <w:tc>
          <w:tcPr>
            <w:tcW w:w="1985" w:type="dxa"/>
          </w:tcPr>
          <w:p w:rsidRPr="00F1319E" w:rsidR="006E1833" w:rsidP="009F2C3B" w:rsidRDefault="006E1833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F1319E" w:rsidR="006E1833" w:rsidP="009F2C3B" w:rsidRDefault="006E1833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6EF6F740" wp14:textId="77777777">
        <w:tc>
          <w:tcPr>
            <w:tcW w:w="1985" w:type="dxa"/>
          </w:tcPr>
          <w:p w:rsidRPr="00F1319E" w:rsidR="006E1833" w:rsidP="009F2C3B" w:rsidRDefault="006E1833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A3333D" w:rsidR="006E1833" w:rsidP="009F2C3B" w:rsidRDefault="006E1833" w14:paraId="0981F3E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Pr="00F1319E" w:rsidR="006E1833" w:rsidP="009F2C3B" w:rsidRDefault="006E1833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468A0C18" wp14:textId="77777777">
        <w:tc>
          <w:tcPr>
            <w:tcW w:w="1985" w:type="dxa"/>
          </w:tcPr>
          <w:p w:rsidRPr="00F1319E" w:rsidR="006E1833" w:rsidP="009F2C3B" w:rsidRDefault="006E1833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A3333D" w:rsidR="006E1833" w:rsidP="009F2C3B" w:rsidRDefault="006E1833" w14:paraId="295414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Pr="00F1319E" w:rsidR="006E1833" w:rsidP="009F2C3B" w:rsidRDefault="006E1833" w14:paraId="7EC376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lastRenderedPageBreak/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28EA1A62" wp14:textId="77777777">
        <w:tc>
          <w:tcPr>
            <w:tcW w:w="1985" w:type="dxa"/>
          </w:tcPr>
          <w:p w:rsidRPr="00F1319E" w:rsidR="006E1833" w:rsidP="009F2C3B" w:rsidRDefault="006E1833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Pr="00A3333D" w:rsidR="006E1833" w:rsidP="009F2C3B" w:rsidRDefault="006E1833" w14:paraId="6749422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Pr="00F1319E" w:rsidR="006E1833" w:rsidP="009F2C3B" w:rsidRDefault="006E1833" w14:paraId="716A8B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1770F8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6484C7B4" wp14:textId="77777777">
        <w:tc>
          <w:tcPr>
            <w:tcW w:w="1985" w:type="dxa"/>
          </w:tcPr>
          <w:p w:rsidRPr="00F1319E" w:rsidR="006E1833" w:rsidP="009F2C3B" w:rsidRDefault="006E1833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F1319E" w:rsidR="006E1833" w:rsidP="009F2C3B" w:rsidRDefault="006E1833" w14:paraId="53A7D47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2E5FC3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7D51EF" w:rsidR="002C1D96" w:rsidP="009C54AE" w:rsidRDefault="002C1D96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2C1D96" w:rsidP="009C54AE" w:rsidRDefault="002C1D96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</w:t>
      </w:r>
      <w:r w:rsidRPr="007D51E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D51EF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D51EF" w:rsidR="00923D7D" w:rsidP="009C54AE" w:rsidRDefault="00923D7D" w14:paraId="23DE523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7D51EF" w:rsidR="0085747A" w:rsidTr="00923D7D" w14:paraId="44EF682B" wp14:textId="77777777">
        <w:tc>
          <w:tcPr>
            <w:tcW w:w="9670" w:type="dxa"/>
          </w:tcPr>
          <w:p w:rsidRPr="007D51EF" w:rsidR="0085747A" w:rsidP="009C54AE" w:rsidRDefault="00F856C8" w14:paraId="18D99A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</w:t>
            </w:r>
            <w:r w:rsidRPr="007D51EF" w:rsidR="00516310">
              <w:rPr>
                <w:rFonts w:ascii="Corbel" w:hAnsi="Corbel"/>
                <w:b w:val="0"/>
                <w:smallCaps w:val="0"/>
                <w:szCs w:val="24"/>
              </w:rPr>
              <w:t>e obserwacji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podczas zajęć, </w:t>
            </w:r>
            <w:r w:rsidRPr="007D51EF" w:rsidR="00516310">
              <w:rPr>
                <w:rFonts w:ascii="Corbel" w:hAnsi="Corbel"/>
                <w:b w:val="0"/>
                <w:smallCaps w:val="0"/>
                <w:szCs w:val="24"/>
              </w:rPr>
              <w:t xml:space="preserve">dyskusji oraz 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>przedstawionych prezentacji multimedialnych</w:t>
            </w:r>
          </w:p>
        </w:tc>
      </w:tr>
    </w:tbl>
    <w:p xmlns:wp14="http://schemas.microsoft.com/office/word/2010/wordml" w:rsidRPr="007D51EF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5. </w:t>
      </w:r>
      <w:r w:rsidRPr="007D51E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7D51EF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7D51EF" w:rsidR="0085747A" w:rsidTr="73C83EE6" w14:paraId="63D9DE79" wp14:textId="77777777">
        <w:tc>
          <w:tcPr>
            <w:tcW w:w="4962" w:type="dxa"/>
            <w:tcMar/>
            <w:vAlign w:val="center"/>
          </w:tcPr>
          <w:p w:rsidRPr="007D51EF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D51E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D51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7D51EF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D51E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D51E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D51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7D51EF" w:rsidR="0085747A" w:rsidTr="73C83EE6" w14:paraId="110FDCF0" wp14:textId="77777777">
        <w:tc>
          <w:tcPr>
            <w:tcW w:w="4962" w:type="dxa"/>
            <w:tcMar/>
          </w:tcPr>
          <w:p w:rsidRPr="007D51EF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</w:t>
            </w:r>
            <w:r w:rsidRPr="007D51E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D51EF">
              <w:rPr>
                <w:rFonts w:ascii="Corbel" w:hAnsi="Corbel"/>
                <w:sz w:val="24"/>
                <w:szCs w:val="24"/>
              </w:rPr>
              <w:t>kontaktowe</w:t>
            </w:r>
            <w:r w:rsidRPr="007D51E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D51EF">
              <w:rPr>
                <w:rFonts w:ascii="Corbel" w:hAnsi="Corbel"/>
                <w:sz w:val="24"/>
                <w:szCs w:val="24"/>
              </w:rPr>
              <w:t>ynikające</w:t>
            </w:r>
            <w:r w:rsidRPr="007D51EF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7D51E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D51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7D51EF" w:rsidR="0085747A" w:rsidP="009C54AE" w:rsidRDefault="00F856C8" w14:paraId="423D4B9D" wp14:textId="08A86C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C83EE6" w:rsidR="00F856C8">
              <w:rPr>
                <w:rFonts w:ascii="Corbel" w:hAnsi="Corbel"/>
                <w:sz w:val="24"/>
                <w:szCs w:val="24"/>
              </w:rPr>
              <w:t>1</w:t>
            </w:r>
            <w:r w:rsidRPr="73C83EE6" w:rsidR="16D8FB1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7D51EF" w:rsidR="00C61DC5" w:rsidTr="73C83EE6" w14:paraId="409F0BAA" wp14:textId="77777777">
        <w:tc>
          <w:tcPr>
            <w:tcW w:w="4962" w:type="dxa"/>
            <w:tcMar/>
          </w:tcPr>
          <w:p w:rsidRPr="007D51EF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D51E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D51EF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7D51EF" w:rsidR="00C61DC5" w:rsidP="009C54AE" w:rsidRDefault="00F856C8" w14:paraId="5D369756" wp14:textId="47A355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C83EE6" w:rsidR="00F856C8">
              <w:rPr>
                <w:rFonts w:ascii="Corbel" w:hAnsi="Corbel"/>
                <w:sz w:val="24"/>
                <w:szCs w:val="24"/>
              </w:rPr>
              <w:t>1</w:t>
            </w:r>
            <w:r w:rsidRPr="73C83EE6" w:rsidR="11202E9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7D51EF" w:rsidR="00C61DC5" w:rsidTr="73C83EE6" w14:paraId="3457159C" wp14:textId="77777777">
        <w:tc>
          <w:tcPr>
            <w:tcW w:w="4962" w:type="dxa"/>
            <w:tcMar/>
          </w:tcPr>
          <w:p w:rsidRPr="007D51EF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51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51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D51EF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7D51EF" w:rsidR="00C61DC5" w:rsidP="009C54AE" w:rsidRDefault="00F856C8" w14:paraId="4BFDD700" wp14:textId="5E4C45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C83EE6" w:rsidR="06576D7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7D51EF" w:rsidR="0085747A" w:rsidTr="73C83EE6" w14:paraId="4D6280AD" wp14:textId="77777777">
        <w:tc>
          <w:tcPr>
            <w:tcW w:w="4962" w:type="dxa"/>
            <w:tcMar/>
          </w:tcPr>
          <w:p w:rsidRPr="007D51EF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7D51EF" w:rsidR="0085747A" w:rsidP="009C54AE" w:rsidRDefault="00F856C8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7D51EF" w:rsidR="0085747A" w:rsidTr="73C83EE6" w14:paraId="0AD00C0E" wp14:textId="77777777">
        <w:tc>
          <w:tcPr>
            <w:tcW w:w="4962" w:type="dxa"/>
            <w:tcMar/>
          </w:tcPr>
          <w:p w:rsidRPr="007D51EF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7D51EF" w:rsidR="0085747A" w:rsidP="009C54AE" w:rsidRDefault="00F856C8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D51EF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D51E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7D51EF" w:rsidR="003E1941" w:rsidP="009C54AE" w:rsidRDefault="003E1941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6. </w:t>
      </w:r>
      <w:r w:rsidRPr="007D51EF" w:rsidR="0085747A">
        <w:rPr>
          <w:rFonts w:ascii="Corbel" w:hAnsi="Corbel"/>
          <w:smallCaps w:val="0"/>
          <w:szCs w:val="24"/>
        </w:rPr>
        <w:t>PRAKTYKI ZAWO</w:t>
      </w:r>
      <w:r w:rsidRPr="007D51EF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7D51EF" w:rsidR="0085747A" w:rsidP="009C54AE" w:rsidRDefault="0085747A" w14:paraId="07459315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7D51EF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7D51EF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D51EF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7D51EF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7D51EF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D51EF" w:rsidR="0085747A" w:rsidP="009C54AE" w:rsidRDefault="0085747A" w14:paraId="6DFB9E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7D51EF" w:rsidR="003E1941" w:rsidP="009C54AE" w:rsidRDefault="003E1941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</w:t>
      </w:r>
      <w:r w:rsidRPr="007D51EF" w:rsidR="0085747A">
        <w:rPr>
          <w:rFonts w:ascii="Corbel" w:hAnsi="Corbel"/>
          <w:smallCaps w:val="0"/>
          <w:szCs w:val="24"/>
        </w:rPr>
        <w:t>LITERATURA</w:t>
      </w:r>
      <w:r w:rsidRPr="007D51EF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D51EF" w:rsidR="00675843" w:rsidP="009C54AE" w:rsidRDefault="00675843" w14:paraId="44E871B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F1319E" w:rsidR="006E1833" w:rsidTr="009F2C3B" w14:paraId="729C9695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17C922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xmlns:wp14="http://schemas.microsoft.com/office/word/2010/wordml" w:rsidRPr="00F1319E" w:rsidR="006E1833" w:rsidTr="009F2C3B" w14:paraId="3A64E180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6AA0FC40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Pr="00F1319E" w:rsidR="006E1833" w:rsidP="009F2C3B" w:rsidRDefault="006E1833" w14:paraId="203FD850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Heciak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Presscom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Wrocław 2014.</w:t>
            </w:r>
          </w:p>
          <w:p w:rsidRPr="00F1319E" w:rsidR="006E1833" w:rsidP="009F2C3B" w:rsidRDefault="006E1833" w14:paraId="567B2FB2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:rsidRPr="00F1319E" w:rsidR="006E1833" w:rsidP="009F2C3B" w:rsidRDefault="006E1833" w14:paraId="24043BAF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(Dz.U.2019.0.869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.)</w:t>
            </w:r>
            <w:r w:rsidR="00652B8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bookmarkStart w:name="_GoBack" w:id="0"/>
            <w:bookmarkEnd w:id="0"/>
          </w:p>
          <w:p w:rsidRPr="00F1319E" w:rsidR="006E1833" w:rsidP="009F2C3B" w:rsidRDefault="006E1833" w14:paraId="2640D4CE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xmlns:wp14="http://schemas.microsoft.com/office/word/2010/wordml" w:rsidRPr="00F1319E" w:rsidR="006E1833" w:rsidTr="009F2C3B" w14:paraId="1616B1D9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534F8C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xmlns:wp14="http://schemas.microsoft.com/office/word/2010/wordml" w:rsidRPr="00F1319E" w:rsidR="006E1833" w:rsidTr="009F2C3B" w14:paraId="53BB79B4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45B40AF3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:rsidRPr="00F1319E" w:rsidR="006E1833" w:rsidP="009F2C3B" w:rsidRDefault="006E1833" w14:paraId="0A8B3B25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Finanse jednostek samorządu terytorialnego,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Wolters</w:t>
            </w:r>
            <w:proofErr w:type="spellEnd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Kluwer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1319E" w:rsidR="006E1833" w:rsidP="009F2C3B" w:rsidRDefault="006E1833" w14:paraId="7819CA96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1319E" w:rsidR="006E1833" w:rsidP="009F2C3B" w:rsidRDefault="006E1833" w14:paraId="617DE2C8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xmlns:wp14="http://schemas.microsoft.com/office/word/2010/wordml" w:rsidRPr="007D51EF" w:rsidR="0085747A" w:rsidP="009C54AE" w:rsidRDefault="0085747A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D51E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197318" w:rsidP="00C16ABF" w:rsidRDefault="00197318" w14:paraId="738610E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97318" w:rsidP="00C16ABF" w:rsidRDefault="00197318" w14:paraId="637805D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197318" w:rsidP="00C16ABF" w:rsidRDefault="00197318" w14:paraId="463F29E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97318" w:rsidP="00C16ABF" w:rsidRDefault="00197318" w14:paraId="3B7B4B8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31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51EF"/>
    <w:rsid w:val="002A671D"/>
    <w:rsid w:val="002B4D55"/>
    <w:rsid w:val="002B5EA0"/>
    <w:rsid w:val="002B6119"/>
    <w:rsid w:val="002C065E"/>
    <w:rsid w:val="002C1D9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2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DE5"/>
    <w:rsid w:val="004F1551"/>
    <w:rsid w:val="004F55A3"/>
    <w:rsid w:val="0050496F"/>
    <w:rsid w:val="00513B6F"/>
    <w:rsid w:val="00516310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B87"/>
    <w:rsid w:val="00654934"/>
    <w:rsid w:val="006620D9"/>
    <w:rsid w:val="00671958"/>
    <w:rsid w:val="00675843"/>
    <w:rsid w:val="00696477"/>
    <w:rsid w:val="006D050F"/>
    <w:rsid w:val="006D6139"/>
    <w:rsid w:val="006E1833"/>
    <w:rsid w:val="006E572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1EF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6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1BC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4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3F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6C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A2E1"/>
    <w:rsid w:val="05DE8D89"/>
    <w:rsid w:val="06576D74"/>
    <w:rsid w:val="11202E94"/>
    <w:rsid w:val="14B5F8B4"/>
    <w:rsid w:val="16D8FB1D"/>
    <w:rsid w:val="170292D6"/>
    <w:rsid w:val="1A3964CB"/>
    <w:rsid w:val="20A390F9"/>
    <w:rsid w:val="30F1282E"/>
    <w:rsid w:val="39159183"/>
    <w:rsid w:val="438A5239"/>
    <w:rsid w:val="486EA0AC"/>
    <w:rsid w:val="73C83EE6"/>
    <w:rsid w:val="7778F777"/>
    <w:rsid w:val="7D9CEEEE"/>
    <w:rsid w:val="7EF7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2969"/>
  <w15:docId w15:val="{0D90E43A-FEA1-4E25-A495-B03395E19F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8486CA-9D47-4717-85FA-AC4A08A1B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687D9E-D6F9-4AB6-8EC6-BFA6CD5EAAC3}"/>
</file>

<file path=customXml/itemProps3.xml><?xml version="1.0" encoding="utf-8"?>
<ds:datastoreItem xmlns:ds="http://schemas.openxmlformats.org/officeDocument/2006/customXml" ds:itemID="{C54D21EB-76AA-4FEA-B767-E27AE058196D}"/>
</file>

<file path=customXml/itemProps4.xml><?xml version="1.0" encoding="utf-8"?>
<ds:datastoreItem xmlns:ds="http://schemas.openxmlformats.org/officeDocument/2006/customXml" ds:itemID="{49DE7DE2-21B1-48FE-B322-459398284E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8</cp:revision>
  <cp:lastPrinted>2019-02-06T12:12:00Z</cp:lastPrinted>
  <dcterms:created xsi:type="dcterms:W3CDTF">2020-10-11T06:42:00Z</dcterms:created>
  <dcterms:modified xsi:type="dcterms:W3CDTF">2021-11-12T19:18:53Z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